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6033D2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6033D2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B874F5">
        <w:rPr>
          <w:rStyle w:val="a9"/>
        </w:rPr>
        <w:fldChar w:fldCharType="separate"/>
      </w:r>
      <w:r w:rsidR="006033D2" w:rsidRPr="006033D2">
        <w:rPr>
          <w:rStyle w:val="a9"/>
        </w:rPr>
        <w:t>АКЦИОНЕРНОЕ ОБЩЕСТВО "ВОДТРАНСПРИБОР"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6033D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3118" w:type="dxa"/>
            <w:vAlign w:val="center"/>
          </w:tcPr>
          <w:p w:rsidR="00AF1EDF" w:rsidRPr="00F06873" w:rsidRDefault="006033D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1063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64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11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6033D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</w:t>
            </w:r>
          </w:p>
        </w:tc>
        <w:tc>
          <w:tcPr>
            <w:tcW w:w="3118" w:type="dxa"/>
            <w:vAlign w:val="center"/>
          </w:tcPr>
          <w:p w:rsidR="00AF1EDF" w:rsidRPr="00F06873" w:rsidRDefault="006033D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</w:t>
            </w:r>
          </w:p>
        </w:tc>
        <w:tc>
          <w:tcPr>
            <w:tcW w:w="1063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64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</w:t>
            </w:r>
          </w:p>
        </w:tc>
        <w:tc>
          <w:tcPr>
            <w:tcW w:w="11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6033D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3118" w:type="dxa"/>
            <w:vAlign w:val="center"/>
          </w:tcPr>
          <w:p w:rsidR="00AF1EDF" w:rsidRPr="00F06873" w:rsidRDefault="006033D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63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4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1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6033D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6033D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6033D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F1EDF" w:rsidRPr="00F06873" w:rsidRDefault="006033D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6033D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2230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6033D2">
        <w:trPr>
          <w:cantSplit/>
          <w:trHeight w:val="245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рабочего м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ста</w:t>
            </w:r>
          </w:p>
        </w:tc>
        <w:tc>
          <w:tcPr>
            <w:tcW w:w="2230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 рабо</w:t>
            </w:r>
            <w:r w:rsidRPr="004654AF">
              <w:rPr>
                <w:color w:val="000000"/>
                <w:sz w:val="20"/>
              </w:rPr>
              <w:t>т</w:t>
            </w:r>
            <w:r w:rsidRPr="004654AF">
              <w:rPr>
                <w:color w:val="000000"/>
                <w:sz w:val="20"/>
              </w:rPr>
              <w:t xml:space="preserve">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эффективного примен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6033D2">
        <w:trPr>
          <w:cantSplit/>
          <w:trHeight w:val="2373"/>
        </w:trPr>
        <w:tc>
          <w:tcPr>
            <w:tcW w:w="1384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30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6033D2">
        <w:tc>
          <w:tcPr>
            <w:tcW w:w="1384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230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6033D2" w:rsidRPr="00F06873" w:rsidTr="006033D2">
        <w:trPr>
          <w:trHeight w:val="594"/>
        </w:trPr>
        <w:tc>
          <w:tcPr>
            <w:tcW w:w="1384" w:type="dxa"/>
            <w:shd w:val="clear" w:color="auto" w:fill="auto"/>
            <w:vAlign w:val="center"/>
          </w:tcPr>
          <w:p w:rsidR="006033D2" w:rsidRPr="00F06873" w:rsidRDefault="006033D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b/>
                <w:sz w:val="18"/>
                <w:szCs w:val="18"/>
              </w:rPr>
            </w:pPr>
            <w:r w:rsidRPr="006033D2">
              <w:rPr>
                <w:b/>
                <w:sz w:val="18"/>
                <w:szCs w:val="18"/>
              </w:rPr>
              <w:t>01. 22 отдел (Руково</w:t>
            </w:r>
            <w:r w:rsidRPr="006033D2">
              <w:rPr>
                <w:b/>
                <w:sz w:val="18"/>
                <w:szCs w:val="18"/>
              </w:rPr>
              <w:t>д</w:t>
            </w:r>
            <w:r w:rsidRPr="006033D2">
              <w:rPr>
                <w:b/>
                <w:sz w:val="18"/>
                <w:szCs w:val="18"/>
              </w:rPr>
              <w:t>ство)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Pr="00F06873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168.01.001 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лению производственн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контроля при эксплу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тации подъемных соор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жений (Специалист)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Pr="00F06873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168.01.002 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осущест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лению производственн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контроля при эксплу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тации оборудования, работающего под избыто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ным давлением (Специ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b/>
                <w:sz w:val="18"/>
                <w:szCs w:val="18"/>
              </w:rPr>
            </w:pPr>
            <w:r w:rsidRPr="006033D2">
              <w:rPr>
                <w:b/>
                <w:sz w:val="18"/>
                <w:szCs w:val="18"/>
              </w:rPr>
              <w:t>02. Служба контролеров КПП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168.02.003 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команды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168.02.004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контрольно-пропускного пункта 1 кат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168.02.005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(168.02.004А)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контрольно-пропускного пункта 1 кат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168.02.006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(168.02.004А)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контрольно-пропускного пункта 1 кат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168.02.007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(168.02.004А)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контрольно-пропускного пункта 1 кат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168.02.008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(168.02.004А)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контрольно-пропускного пункта 1 кат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168.02.009 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контрольно-пропускного пункта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168.02.010 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 бюро пропу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ков (Инспектор)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168.02.011 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b/>
                <w:sz w:val="18"/>
                <w:szCs w:val="18"/>
              </w:rPr>
            </w:pPr>
            <w:r w:rsidRPr="006033D2">
              <w:rPr>
                <w:b/>
                <w:sz w:val="18"/>
                <w:szCs w:val="18"/>
              </w:rPr>
              <w:t>03. Лаборатория исп</w:t>
            </w:r>
            <w:r w:rsidRPr="006033D2">
              <w:rPr>
                <w:b/>
                <w:sz w:val="18"/>
                <w:szCs w:val="18"/>
              </w:rPr>
              <w:t>ы</w:t>
            </w:r>
            <w:r w:rsidRPr="006033D2">
              <w:rPr>
                <w:b/>
                <w:sz w:val="18"/>
                <w:szCs w:val="18"/>
              </w:rPr>
              <w:t>таний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3D2" w:rsidRPr="00F06873" w:rsidTr="006033D2">
        <w:trPr>
          <w:trHeight w:val="401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168.03.012 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1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420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168.03.013 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лаборатории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b/>
                <w:sz w:val="18"/>
                <w:szCs w:val="18"/>
              </w:rPr>
            </w:pPr>
            <w:r w:rsidRPr="006033D2">
              <w:rPr>
                <w:b/>
                <w:sz w:val="18"/>
                <w:szCs w:val="18"/>
              </w:rPr>
              <w:t>04. Антенно-аппаратное пр</w:t>
            </w:r>
            <w:r w:rsidRPr="006033D2">
              <w:rPr>
                <w:b/>
                <w:sz w:val="18"/>
                <w:szCs w:val="18"/>
              </w:rPr>
              <w:t>о</w:t>
            </w:r>
            <w:r w:rsidRPr="006033D2">
              <w:rPr>
                <w:b/>
                <w:sz w:val="18"/>
                <w:szCs w:val="18"/>
              </w:rPr>
              <w:t>изводство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168.04.015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(168.04.014А)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 3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168.04.016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Чистильщик металла, отливок, изделий и деталей 3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168.04.017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(168.04.016А)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Чистильщик металла, отливок, изделий и деталей 3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168.04.018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пульта упра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оборудованием 3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168.04.019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(168.04.018А)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пульта упра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ления оборудованием 3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168.04.020 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электро- и автот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лежки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168.04.021 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контрольно-измерительных приборов и автоматики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168.04.022 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Комплектовщик изделий 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техники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168.04.023 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Маркировщик деталей и 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боров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168.04.024 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Маркировщик деталей и 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боров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168.04.025 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Маркировщик деталей и 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боров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168.04.026 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Маркировщик деталей и пр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боров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i/>
                <w:sz w:val="18"/>
                <w:szCs w:val="18"/>
              </w:rPr>
            </w:pPr>
            <w:r w:rsidRPr="006033D2">
              <w:rPr>
                <w:i/>
                <w:sz w:val="18"/>
                <w:szCs w:val="18"/>
              </w:rPr>
              <w:t>Участок изготовления преобразователей (уч</w:t>
            </w:r>
            <w:r w:rsidRPr="006033D2">
              <w:rPr>
                <w:i/>
                <w:sz w:val="18"/>
                <w:szCs w:val="18"/>
              </w:rPr>
              <w:t>а</w:t>
            </w:r>
            <w:r w:rsidRPr="006033D2">
              <w:rPr>
                <w:i/>
                <w:sz w:val="18"/>
                <w:szCs w:val="18"/>
              </w:rPr>
              <w:t>сток сборки)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168.04.027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Сборщик электрокерам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ческих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168.04.028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(168.04.027А)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Сборщик электрокерам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ческих изделий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168.04.029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Сборщик электрокерам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ческих изделий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168.04.030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(168.04.029А)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Сборщик электрокерам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ческих изделий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168.04.031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168.04.032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(168.04.031А)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168.04.033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(168.04.031А)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1048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168.04.034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991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168.04.035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(168.04.034А)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978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168.04.036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(168.04.034А)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168.04.037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(168.04.034А)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168.04.038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(168.04.034А)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168.04.039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(168.04.034А)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168.04.040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(168.04.034А)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168.04.041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(168.04.034А)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168.04.042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(168.04.034А)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168.04.043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(168.04.034А)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168.04.044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(168.04.034А)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168.04.045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918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168.04.046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(168.04.045А)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168.04.047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(168.04.045А)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1000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168.04.048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(168.04.045А)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972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168.04.049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(168.04.045А)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тронной аппаратуры и приб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ров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986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168.04.050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Регулировщик радиоэлектро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ной аппаратуры и приборов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168.04.051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(168.04.050А)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Регулировщик радиоэлектро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ной аппаратуры и приборов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168.04.052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(168.04.050А)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Регулировщик радиоэлектро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ной аппаратуры и приборов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168.04.053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(168.04.050А)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Регулировщик радиоэлектро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ной аппаратуры и приборов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168.04.054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Регулировщик радиоэлектро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ной аппаратуры и приборов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168.04.055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(168.04.054А)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Регулировщик радиоэлектро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ной аппаратуры и приборов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168.04.056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(168.04.054А)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Регулировщик радиоэлектро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ной аппаратуры и приборов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168.04.057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(168.04.054А)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Регулировщик радиоэлектро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ной аппаратуры и приборов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168.04.058 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Испытатель на гермети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ность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168.04.059 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Испытатель на гермети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ность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168.04.060 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Испытатель на гермети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ность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168.04.061 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Испытатель на гермети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ность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168.04.062 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3 разр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да (крановщик)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168.04.063 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4 разр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да (крановщик)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b/>
                <w:sz w:val="18"/>
                <w:szCs w:val="18"/>
              </w:rPr>
            </w:pPr>
            <w:r w:rsidRPr="006033D2">
              <w:rPr>
                <w:b/>
                <w:sz w:val="18"/>
                <w:szCs w:val="18"/>
              </w:rPr>
              <w:t>05. Отдел главного те</w:t>
            </w:r>
            <w:r w:rsidRPr="006033D2">
              <w:rPr>
                <w:b/>
                <w:sz w:val="18"/>
                <w:szCs w:val="18"/>
              </w:rPr>
              <w:t>х</w:t>
            </w:r>
            <w:r w:rsidRPr="006033D2">
              <w:rPr>
                <w:b/>
                <w:sz w:val="18"/>
                <w:szCs w:val="18"/>
              </w:rPr>
              <w:t>нолога (ОГТ)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168.05.064 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168.05.065 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168.05.066 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 1 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168.05.067 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168.05.068 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 1 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b/>
                <w:sz w:val="18"/>
                <w:szCs w:val="18"/>
              </w:rPr>
            </w:pPr>
            <w:r w:rsidRPr="006033D2">
              <w:rPr>
                <w:b/>
                <w:sz w:val="18"/>
                <w:szCs w:val="18"/>
              </w:rPr>
              <w:t>06. Отдел перспекти</w:t>
            </w:r>
            <w:r w:rsidRPr="006033D2">
              <w:rPr>
                <w:b/>
                <w:sz w:val="18"/>
                <w:szCs w:val="18"/>
              </w:rPr>
              <w:t>в</w:t>
            </w:r>
            <w:r w:rsidRPr="006033D2">
              <w:rPr>
                <w:b/>
                <w:sz w:val="18"/>
                <w:szCs w:val="18"/>
              </w:rPr>
              <w:t>ных технологий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168.06.069 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вакуумно-напылительных проце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сов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168.06.070 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лак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красочных покрытий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315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168.06.071 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419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168.06.072 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168.06.073 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 2 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168.06.074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 2 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168.06.075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(168.06.074А)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 2 к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b/>
                <w:sz w:val="18"/>
                <w:szCs w:val="18"/>
              </w:rPr>
            </w:pPr>
            <w:r w:rsidRPr="006033D2">
              <w:rPr>
                <w:b/>
                <w:sz w:val="18"/>
                <w:szCs w:val="18"/>
              </w:rPr>
              <w:t>07. </w:t>
            </w:r>
            <w:proofErr w:type="spellStart"/>
            <w:r w:rsidRPr="006033D2">
              <w:rPr>
                <w:b/>
                <w:sz w:val="18"/>
                <w:szCs w:val="18"/>
              </w:rPr>
              <w:t>ОКОиС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168.07.076 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электросвязи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168.07.077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линейных 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оружений телефонной связи и радиофикации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168.07.078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(168.07.077А)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линейных с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оружений телефонной связи и радиофикации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168.07.079 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 1 кат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b/>
                <w:sz w:val="18"/>
                <w:szCs w:val="18"/>
              </w:rPr>
            </w:pPr>
            <w:r w:rsidRPr="006033D2">
              <w:rPr>
                <w:b/>
                <w:sz w:val="18"/>
                <w:szCs w:val="18"/>
              </w:rPr>
              <w:t>08. Инструментальный цех № 20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168.08.080 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Шлифовщик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168.08.081 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Шлифовщик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168.08.082 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Шлифовщик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168.08.083 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Слесарь-инструментальщик 5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168.08.084 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Слесарь-инструментальщик 6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423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168.08.085 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168.08.086 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ных работ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421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168.08.087 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339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168.08.088 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Распределитель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168.08.089 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цеха по обеспечению и подготовке производства (Заместитель начальника цеха)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168.08.090 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механического участка (Мастер)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349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168.08.091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168.08.092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(168.08.091А)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168.08.093 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Оператор-наладчик электр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эрозионных станков с программным управлением 4 ра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b/>
                <w:sz w:val="18"/>
                <w:szCs w:val="18"/>
              </w:rPr>
            </w:pPr>
            <w:r w:rsidRPr="006033D2">
              <w:rPr>
                <w:b/>
                <w:sz w:val="18"/>
                <w:szCs w:val="18"/>
              </w:rPr>
              <w:t>09. Отдел контроля к</w:t>
            </w:r>
            <w:r w:rsidRPr="006033D2">
              <w:rPr>
                <w:b/>
                <w:sz w:val="18"/>
                <w:szCs w:val="18"/>
              </w:rPr>
              <w:t>а</w:t>
            </w:r>
            <w:r w:rsidRPr="006033D2">
              <w:rPr>
                <w:b/>
                <w:sz w:val="18"/>
                <w:szCs w:val="18"/>
              </w:rPr>
              <w:t>чества (ОКК)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168.09.094 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неразрушающему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тролю (Ведущий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168.09.095 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неразр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шающему контролю (Специалист)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168.09.096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168.09.097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(168.09.096А)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168.09.098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168.09.099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(168.09.098А)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168.09.100 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Контрольный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168.09.101 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контрольный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168.09.102 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измерител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ных приборов и специального 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струмента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168.09.103 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станочных и сл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сарных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168.09.104 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станочных и сл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сарных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168.09.105 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станочных и сл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сарных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168.09.106 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станочных и сл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сарных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b/>
                <w:sz w:val="18"/>
                <w:szCs w:val="18"/>
              </w:rPr>
            </w:pPr>
            <w:r w:rsidRPr="006033D2">
              <w:rPr>
                <w:b/>
                <w:sz w:val="18"/>
                <w:szCs w:val="18"/>
              </w:rPr>
              <w:t>10. Ремонтно-строительная служба (РСС)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3D2" w:rsidRPr="00F06873" w:rsidTr="006033D2">
        <w:trPr>
          <w:trHeight w:val="317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168.10.107 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421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168.10.108 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168.10.109 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слу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405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168.10.110 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168.10.111 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ных работ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b/>
                <w:sz w:val="18"/>
                <w:szCs w:val="18"/>
              </w:rPr>
            </w:pPr>
            <w:r w:rsidRPr="006033D2">
              <w:rPr>
                <w:b/>
                <w:sz w:val="18"/>
                <w:szCs w:val="18"/>
              </w:rPr>
              <w:t>11. Служба главного механ</w:t>
            </w:r>
            <w:r w:rsidRPr="006033D2">
              <w:rPr>
                <w:b/>
                <w:sz w:val="18"/>
                <w:szCs w:val="18"/>
              </w:rPr>
              <w:t>и</w:t>
            </w:r>
            <w:r w:rsidRPr="006033D2">
              <w:rPr>
                <w:b/>
                <w:sz w:val="18"/>
                <w:szCs w:val="18"/>
              </w:rPr>
              <w:t>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168.11.112 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Станочник широкого профиля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168.11.113 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Станочник широкого профиля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168.11.114 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Станочник широкого профиля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168.11.115 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Зуборезчик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168.11.116 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168.11.117 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168.11.118 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168.11.119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168.11.120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(168.11.119А)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168.11.121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(168.11.119А)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168.11.122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168.11.123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(168.11.122А)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168.11.124 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Фрезеровщик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168.11.125 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Долбежник</w:t>
            </w:r>
            <w:proofErr w:type="spellEnd"/>
            <w:r>
              <w:rPr>
                <w:sz w:val="18"/>
                <w:szCs w:val="18"/>
              </w:rPr>
              <w:t xml:space="preserve">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168.11.126 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и обслуживанию перегрузочных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шин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b/>
                <w:sz w:val="18"/>
                <w:szCs w:val="18"/>
              </w:rPr>
            </w:pPr>
            <w:r w:rsidRPr="006033D2">
              <w:rPr>
                <w:b/>
                <w:sz w:val="18"/>
                <w:szCs w:val="18"/>
              </w:rPr>
              <w:t>12. Механический цех № 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168.12.127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168.12.128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(168.12.127А)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168.12.129 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168.12.130 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электро- и автот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лежки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168.12.131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Фрезеровщик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168.12.132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(168.12.131А)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Фрезеровщик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168.12.133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(168.12.131А)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Фрезеровщик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168.12.134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(168.12.131А)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Фрезеровщик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168.12.135 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Фрезеровщик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168.12.136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ных работ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168.12.137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(168.12.136А)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ных работ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417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168.12.138 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409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168.12.139 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168.12.140 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168.12.141 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168.12.142 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168.12.143 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ных работ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168.12.144 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ных работ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168.12.145 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ных работ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168.12.146 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355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168.12.147 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rPr>
          <w:trHeight w:val="415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168.12.148 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168.12.149 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b/>
                <w:sz w:val="18"/>
                <w:szCs w:val="18"/>
              </w:rPr>
            </w:pPr>
            <w:r w:rsidRPr="006033D2">
              <w:rPr>
                <w:b/>
                <w:sz w:val="18"/>
                <w:szCs w:val="18"/>
              </w:rPr>
              <w:t>13. Служба главного энерг</w:t>
            </w:r>
            <w:r w:rsidRPr="006033D2">
              <w:rPr>
                <w:b/>
                <w:sz w:val="18"/>
                <w:szCs w:val="18"/>
              </w:rPr>
              <w:t>е</w:t>
            </w:r>
            <w:r w:rsidRPr="006033D2">
              <w:rPr>
                <w:b/>
                <w:sz w:val="18"/>
                <w:szCs w:val="18"/>
              </w:rPr>
              <w:t>тика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168.13.150 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оборуд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 тепловых сетей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168.13.151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и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систем вентиляции и кондиционирования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168.13.152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(168.13.151А)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и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живанию систем вентиляции и кондиционирования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168.13.153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168.13.154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(168.13.153А)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168.13.155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(168.13.153А)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168.13.156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(168.13.153А)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168.13.157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(168.13.153А)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168.13.158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(168.13.153А)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b/>
                <w:sz w:val="18"/>
                <w:szCs w:val="18"/>
              </w:rPr>
            </w:pPr>
            <w:r w:rsidRPr="006033D2">
              <w:rPr>
                <w:b/>
                <w:sz w:val="18"/>
                <w:szCs w:val="18"/>
              </w:rPr>
              <w:t>14. Транспортный цех № 19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168.14.159 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 автомобильного транспорта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168.14.160 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 погрузочно-разгрузочных работ (Мастер участка)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168.14.161 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Аккумуляторщик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b/>
                <w:sz w:val="18"/>
                <w:szCs w:val="18"/>
              </w:rPr>
            </w:pPr>
            <w:r w:rsidRPr="006033D2">
              <w:rPr>
                <w:b/>
                <w:sz w:val="18"/>
                <w:szCs w:val="18"/>
              </w:rPr>
              <w:t>15. Каркасно-штамповочный цех № 18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168.15.162 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Электрогазосварщик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168.15.163 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холодноштампово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ного оборудования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168.15.164 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холодноштампово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ного оборудования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168.15.165 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Штамповщик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168.15.166 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Наладчик сварочного и </w:t>
            </w:r>
            <w:proofErr w:type="spellStart"/>
            <w:r>
              <w:rPr>
                <w:sz w:val="18"/>
                <w:szCs w:val="18"/>
              </w:rPr>
              <w:t>газ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плазморезательного</w:t>
            </w:r>
            <w:proofErr w:type="spellEnd"/>
            <w:r>
              <w:rPr>
                <w:sz w:val="18"/>
                <w:szCs w:val="18"/>
              </w:rPr>
              <w:t xml:space="preserve"> оборуд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168.15.167 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168.15.168 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168.15.169 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168.15.170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168.15.171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(168.15.170А)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168.15.172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(168.15.170А)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168.15.173 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механосборочных работ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168.15.174 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Паяльщик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168.15.175 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b/>
                <w:sz w:val="18"/>
                <w:szCs w:val="18"/>
              </w:rPr>
            </w:pPr>
            <w:r w:rsidRPr="006033D2">
              <w:rPr>
                <w:b/>
                <w:sz w:val="18"/>
                <w:szCs w:val="18"/>
              </w:rPr>
              <w:t>16. Отдел главного метрол</w:t>
            </w:r>
            <w:r w:rsidRPr="006033D2">
              <w:rPr>
                <w:b/>
                <w:sz w:val="18"/>
                <w:szCs w:val="18"/>
              </w:rPr>
              <w:t>о</w:t>
            </w:r>
            <w:r w:rsidRPr="006033D2">
              <w:rPr>
                <w:b/>
                <w:sz w:val="18"/>
                <w:szCs w:val="18"/>
              </w:rPr>
              <w:t>га (</w:t>
            </w:r>
            <w:proofErr w:type="spellStart"/>
            <w:r w:rsidRPr="006033D2">
              <w:rPr>
                <w:b/>
                <w:sz w:val="18"/>
                <w:szCs w:val="18"/>
              </w:rPr>
              <w:t>ОГМетр</w:t>
            </w:r>
            <w:proofErr w:type="spellEnd"/>
            <w:r w:rsidRPr="006033D2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168.16.176 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метролог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168.16.177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контрольно-измерительным приборам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168.16.178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(168.16.177А)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контрольно-измерительным приборам и автоматике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168.16.179 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b/>
                <w:sz w:val="18"/>
                <w:szCs w:val="18"/>
              </w:rPr>
            </w:pPr>
            <w:r w:rsidRPr="006033D2">
              <w:rPr>
                <w:b/>
                <w:sz w:val="18"/>
                <w:szCs w:val="18"/>
              </w:rPr>
              <w:t>17. Административно-хозяйственный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3D2" w:rsidRPr="00F06873" w:rsidTr="005D21AD">
        <w:trPr>
          <w:trHeight w:val="373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168.17.180 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5D21AD">
        <w:trPr>
          <w:trHeight w:val="420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168.17.181 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5D21AD">
        <w:trPr>
          <w:trHeight w:val="413"/>
        </w:trPr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168.17.182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168.17.183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(168.17.182А)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168.17.184 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168.17.185 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168.17.186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168.17.187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(168.17.186А)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168.17.188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(168.17.186А)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168.17.189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(168.17.186А)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168.17.190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168.17.191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(168.17.190А)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168.17.192 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168.17.193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168.17.194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(168.17.193А)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168.17.195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(168.17.193А)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168.17.196 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Дворник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b/>
                <w:sz w:val="18"/>
                <w:szCs w:val="18"/>
              </w:rPr>
            </w:pPr>
            <w:r w:rsidRPr="006033D2">
              <w:rPr>
                <w:b/>
                <w:sz w:val="18"/>
                <w:szCs w:val="18"/>
              </w:rPr>
              <w:t>18. Отдел стандартизации и сертификации (</w:t>
            </w:r>
            <w:proofErr w:type="spellStart"/>
            <w:r w:rsidRPr="006033D2">
              <w:rPr>
                <w:b/>
                <w:sz w:val="18"/>
                <w:szCs w:val="18"/>
              </w:rPr>
              <w:t>ОСиС</w:t>
            </w:r>
            <w:proofErr w:type="spellEnd"/>
            <w:r w:rsidRPr="006033D2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168.18.197 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168.18.198 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6033D2" w:rsidRPr="00F06873" w:rsidTr="006033D2">
        <w:tc>
          <w:tcPr>
            <w:tcW w:w="1384" w:type="dxa"/>
            <w:shd w:val="clear" w:color="auto" w:fill="auto"/>
            <w:vAlign w:val="center"/>
          </w:tcPr>
          <w:p w:rsid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168.18.199 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6033D2" w:rsidRPr="006033D2" w:rsidRDefault="006033D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по станда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тизации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033D2" w:rsidRDefault="006033D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>
        <w:rPr>
          <w:rStyle w:val="a9"/>
        </w:rPr>
        <w:fldChar w:fldCharType="separate"/>
      </w:r>
      <w:r w:rsidR="005D21AD">
        <w:rPr>
          <w:rStyle w:val="a9"/>
        </w:rPr>
        <w:t>29.09.2017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033D2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033D2" w:rsidP="009D6532">
            <w:pPr>
              <w:pStyle w:val="aa"/>
            </w:pPr>
            <w:proofErr w:type="spellStart"/>
            <w:r>
              <w:t>Лысков</w:t>
            </w:r>
            <w:proofErr w:type="spellEnd"/>
            <w:r>
              <w:t xml:space="preserve"> А. 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6033D2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6033D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033D2" w:rsidP="009D6532">
            <w:pPr>
              <w:pStyle w:val="aa"/>
            </w:pPr>
            <w:r>
              <w:t>Главный механик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6033D2" w:rsidP="009D6532">
            <w:pPr>
              <w:pStyle w:val="aa"/>
            </w:pPr>
            <w:r>
              <w:t>Федотова Г. М.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6033D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6033D2" w:rsidRPr="006033D2" w:rsidTr="006033D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  <w:r>
              <w:t>Заместитель главного технолога по о</w:t>
            </w:r>
            <w:r>
              <w:t>б</w:t>
            </w:r>
            <w:r>
              <w:t>щим вопросам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  <w:r>
              <w:t>Моров А. Я.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</w:tr>
      <w:tr w:rsidR="006033D2" w:rsidRPr="006033D2" w:rsidTr="006033D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(дата)</w:t>
            </w:r>
          </w:p>
        </w:tc>
      </w:tr>
      <w:tr w:rsidR="006033D2" w:rsidRPr="006033D2" w:rsidTr="006033D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  <w:r>
              <w:t>Жданов А. 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</w:tr>
      <w:tr w:rsidR="006033D2" w:rsidRPr="006033D2" w:rsidTr="006033D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(дата)</w:t>
            </w:r>
          </w:p>
        </w:tc>
      </w:tr>
      <w:tr w:rsidR="006033D2" w:rsidRPr="006033D2" w:rsidTr="006033D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  <w:r>
              <w:lastRenderedPageBreak/>
              <w:t>Специалист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  <w:r>
              <w:t>Акимова Т. 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</w:tr>
      <w:tr w:rsidR="006033D2" w:rsidRPr="006033D2" w:rsidTr="006033D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(дата)</w:t>
            </w:r>
          </w:p>
        </w:tc>
      </w:tr>
      <w:tr w:rsidR="006033D2" w:rsidRPr="006033D2" w:rsidTr="006033D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  <w: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  <w:proofErr w:type="spellStart"/>
            <w:r>
              <w:t>Колбая</w:t>
            </w:r>
            <w:proofErr w:type="spellEnd"/>
            <w:r>
              <w:t xml:space="preserve"> А. 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</w:tr>
      <w:tr w:rsidR="006033D2" w:rsidRPr="006033D2" w:rsidTr="006033D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(дата)</w:t>
            </w:r>
          </w:p>
        </w:tc>
      </w:tr>
      <w:tr w:rsidR="006033D2" w:rsidRPr="006033D2" w:rsidTr="006033D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  <w: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  <w:r>
              <w:t>Семенов Н. 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3D2" w:rsidRPr="006033D2" w:rsidRDefault="006033D2" w:rsidP="009D6532">
            <w:pPr>
              <w:pStyle w:val="aa"/>
            </w:pPr>
          </w:p>
        </w:tc>
      </w:tr>
      <w:tr w:rsidR="006033D2" w:rsidRPr="006033D2" w:rsidTr="006033D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033D2" w:rsidRPr="006033D2" w:rsidRDefault="006033D2" w:rsidP="009D6532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</w:t>
      </w:r>
      <w:proofErr w:type="gramStart"/>
      <w:r w:rsidRPr="004654AF">
        <w:t>т(</w:t>
      </w:r>
      <w:proofErr w:type="gramEnd"/>
      <w:r w:rsidRPr="004654AF">
        <w:t>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6033D2" w:rsidTr="006033D2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6033D2" w:rsidRDefault="006033D2" w:rsidP="002743B5">
            <w:pPr>
              <w:pStyle w:val="aa"/>
            </w:pPr>
            <w:r w:rsidRPr="006033D2">
              <w:t>376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6033D2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6033D2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6033D2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6033D2" w:rsidRDefault="006033D2" w:rsidP="002743B5">
            <w:pPr>
              <w:pStyle w:val="aa"/>
            </w:pPr>
            <w:proofErr w:type="spellStart"/>
            <w:r w:rsidRPr="006033D2">
              <w:t>Козелько</w:t>
            </w:r>
            <w:proofErr w:type="spellEnd"/>
            <w:r w:rsidRPr="006033D2">
              <w:t xml:space="preserve"> Л. 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6033D2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6033D2" w:rsidRDefault="005D21AD" w:rsidP="002743B5">
            <w:pPr>
              <w:pStyle w:val="aa"/>
            </w:pPr>
            <w:r>
              <w:t>29.09.2017</w:t>
            </w:r>
            <w:bookmarkStart w:id="11" w:name="_GoBack"/>
            <w:bookmarkEnd w:id="11"/>
          </w:p>
        </w:tc>
      </w:tr>
      <w:tr w:rsidR="002743B5" w:rsidRPr="006033D2" w:rsidTr="006033D2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6033D2" w:rsidRDefault="006033D2" w:rsidP="002743B5">
            <w:pPr>
              <w:pStyle w:val="aa"/>
              <w:rPr>
                <w:b/>
                <w:vertAlign w:val="superscript"/>
              </w:rPr>
            </w:pPr>
            <w:r w:rsidRPr="006033D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6033D2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6033D2" w:rsidRDefault="006033D2" w:rsidP="002743B5">
            <w:pPr>
              <w:pStyle w:val="aa"/>
              <w:rPr>
                <w:b/>
                <w:vertAlign w:val="superscript"/>
              </w:rPr>
            </w:pPr>
            <w:r w:rsidRPr="006033D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6033D2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6033D2" w:rsidRDefault="006033D2" w:rsidP="002743B5">
            <w:pPr>
              <w:pStyle w:val="aa"/>
              <w:rPr>
                <w:b/>
                <w:vertAlign w:val="superscript"/>
              </w:rPr>
            </w:pPr>
            <w:r w:rsidRPr="006033D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6033D2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6033D2" w:rsidRDefault="006033D2" w:rsidP="002743B5">
            <w:pPr>
              <w:pStyle w:val="aa"/>
              <w:rPr>
                <w:vertAlign w:val="superscript"/>
              </w:rPr>
            </w:pPr>
            <w:r w:rsidRPr="006033D2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3D2" w:rsidRDefault="006033D2" w:rsidP="006033D2">
      <w:r>
        <w:separator/>
      </w:r>
    </w:p>
  </w:endnote>
  <w:endnote w:type="continuationSeparator" w:id="0">
    <w:p w:rsidR="006033D2" w:rsidRDefault="006033D2" w:rsidP="00603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3D2" w:rsidRDefault="006033D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3D2" w:rsidRDefault="006033D2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3D2" w:rsidRDefault="006033D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3D2" w:rsidRDefault="006033D2" w:rsidP="006033D2">
      <w:r>
        <w:separator/>
      </w:r>
    </w:p>
  </w:footnote>
  <w:footnote w:type="continuationSeparator" w:id="0">
    <w:p w:rsidR="006033D2" w:rsidRDefault="006033D2" w:rsidP="00603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3D2" w:rsidRDefault="006033D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3D2" w:rsidRDefault="006033D2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3D2" w:rsidRDefault="006033D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6"/>
    <w:docVar w:name="ceh_info" w:val="АКЦИОНЕРНОЕ ОБЩЕСТВО &quot;ВОДТРАНСПРИБОР&quot;"/>
    <w:docVar w:name="doc_name" w:val="Документ6"/>
    <w:docVar w:name="fill_date" w:val="29.09.2017"/>
    <w:docVar w:name="org_name" w:val="     "/>
    <w:docVar w:name="pers_guids" w:val="2D5B1C7E2DFF49628FD2115E5920AB1B@046-463-315 55"/>
    <w:docVar w:name="pers_snils" w:val="2D5B1C7E2DFF49628FD2115E5920AB1B@046-463-315 55"/>
    <w:docVar w:name="rbtd_name" w:val="АКЦИОНЕРНОЕ ОБЩЕСТВО &quot;ВОДТРАНСПРИБОР&quot;"/>
    <w:docVar w:name="sv_docs" w:val="1"/>
  </w:docVars>
  <w:rsids>
    <w:rsidRoot w:val="006033D2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D21AD"/>
    <w:rsid w:val="005F64E6"/>
    <w:rsid w:val="006033D2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6033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6033D2"/>
    <w:rPr>
      <w:sz w:val="24"/>
    </w:rPr>
  </w:style>
  <w:style w:type="paragraph" w:styleId="ad">
    <w:name w:val="footer"/>
    <w:basedOn w:val="a"/>
    <w:link w:val="ae"/>
    <w:rsid w:val="006033D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033D2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6033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6033D2"/>
    <w:rPr>
      <w:sz w:val="24"/>
    </w:rPr>
  </w:style>
  <w:style w:type="paragraph" w:styleId="ad">
    <w:name w:val="footer"/>
    <w:basedOn w:val="a"/>
    <w:link w:val="ae"/>
    <w:rsid w:val="006033D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6033D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9</TotalTime>
  <Pages>14</Pages>
  <Words>3006</Words>
  <Characters>23299</Characters>
  <Application>Microsoft Office Word</Application>
  <DocSecurity>0</DocSecurity>
  <Lines>2329</Lines>
  <Paragraphs>822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OEM</Company>
  <LinksUpToDate>false</LinksUpToDate>
  <CharactersWithSpaces>25483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User</dc:creator>
  <cp:lastModifiedBy>User</cp:lastModifiedBy>
  <cp:revision>1</cp:revision>
  <dcterms:created xsi:type="dcterms:W3CDTF">2017-11-13T08:33:00Z</dcterms:created>
  <dcterms:modified xsi:type="dcterms:W3CDTF">2017-11-13T08:50:00Z</dcterms:modified>
</cp:coreProperties>
</file>